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EF7" w:rsidRDefault="005C7EF7" w:rsidP="0083220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олимпиадных заданий для проведения</w:t>
      </w:r>
    </w:p>
    <w:p w:rsidR="005C7EF7" w:rsidRDefault="005C7EF7" w:rsidP="0083220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школьного этапа Всероссийской олимпиады</w:t>
      </w:r>
    </w:p>
    <w:p w:rsidR="005C7EF7" w:rsidRDefault="005C7EF7" w:rsidP="0083220B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>школьников по предмету «Физическая культура» в 9 - 11  КЛАССАХ</w:t>
      </w:r>
    </w:p>
    <w:p w:rsidR="005C7EF7" w:rsidRDefault="005C7EF7" w:rsidP="0083220B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 xml:space="preserve"> </w:t>
      </w:r>
    </w:p>
    <w:p w:rsidR="005C7EF7" w:rsidRDefault="005C7EF7" w:rsidP="0083220B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Практический тур</w:t>
      </w: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  <w:r>
        <w:t xml:space="preserve">   </w:t>
      </w:r>
      <w:r>
        <w:rPr>
          <w:sz w:val="28"/>
          <w:szCs w:val="28"/>
        </w:rPr>
        <w:t>Испытания состоят из выполнения обязательного для всех акробатического</w:t>
      </w: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упражнения и опорного прыжка.</w:t>
      </w: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Все упражнения носят строго обязательный характер. Максимально возможная оценка за выполнение упражнений на каждом виде испытаний – 1</w:t>
      </w:r>
      <w:r>
        <w:rPr>
          <w:b/>
          <w:bCs/>
          <w:sz w:val="28"/>
          <w:szCs w:val="28"/>
        </w:rPr>
        <w:t xml:space="preserve">0,0 </w:t>
      </w:r>
      <w:r>
        <w:rPr>
          <w:sz w:val="28"/>
          <w:szCs w:val="28"/>
        </w:rPr>
        <w:t>баллов.</w:t>
      </w:r>
    </w:p>
    <w:p w:rsidR="005C7EF7" w:rsidRDefault="005C7EF7" w:rsidP="00C50C0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>
        <w:rPr>
          <w:b/>
          <w:bCs/>
          <w:iCs/>
          <w:sz w:val="28"/>
          <w:szCs w:val="28"/>
        </w:rPr>
        <w:t>Гимнастика</w:t>
      </w:r>
    </w:p>
    <w:p w:rsidR="005C7EF7" w:rsidRDefault="005C7EF7" w:rsidP="0083220B">
      <w:pPr>
        <w:autoSpaceDE w:val="0"/>
        <w:autoSpaceDN w:val="0"/>
        <w:adjustRightInd w:val="0"/>
        <w:rPr>
          <w:b/>
          <w:bCs/>
        </w:rPr>
      </w:pPr>
    </w:p>
    <w:p w:rsidR="005C7EF7" w:rsidRDefault="005C7EF7" w:rsidP="0083220B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Юноши</w:t>
      </w:r>
    </w:p>
    <w:p w:rsidR="005C7EF7" w:rsidRDefault="005C7EF7" w:rsidP="00C50C0B">
      <w:pPr>
        <w:autoSpaceDE w:val="0"/>
        <w:autoSpaceDN w:val="0"/>
        <w:adjustRightInd w:val="0"/>
        <w:rPr>
          <w:sz w:val="24"/>
          <w:szCs w:val="24"/>
        </w:rPr>
      </w:pPr>
      <w:r>
        <w:rPr>
          <w:b/>
          <w:bCs/>
          <w:sz w:val="28"/>
          <w:szCs w:val="28"/>
        </w:rPr>
        <w:t>Акробатическое упражнение</w:t>
      </w: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И.п. - о.с. </w:t>
      </w: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1. 2-3 шага - кувырок вперёд прыжком………………………………. 2,0</w:t>
      </w: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2. Кувырок вперёд в упор присев……………………………………. 1,0</w:t>
      </w: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3. Силой стойка на голове и руках……………………………………. 2,5</w:t>
      </w: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4. Опуститься в упор присев, кувырок назад в упор, стоя согнувшись …..   1,5</w:t>
      </w:r>
    </w:p>
    <w:p w:rsidR="005C7EF7" w:rsidRDefault="005C7EF7" w:rsidP="0083220B">
      <w:pPr>
        <w:rPr>
          <w:sz w:val="28"/>
          <w:szCs w:val="28"/>
        </w:rPr>
      </w:pPr>
      <w:r>
        <w:rPr>
          <w:sz w:val="28"/>
          <w:szCs w:val="28"/>
        </w:rPr>
        <w:t>5. Выпрямляясь, шагом одной и махом другой, переворот в сторону ……3,0</w:t>
      </w:r>
    </w:p>
    <w:p w:rsidR="005C7EF7" w:rsidRDefault="005C7EF7" w:rsidP="0083220B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Опорный прыжок</w:t>
      </w: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Прыжок ноги врозь через гимнастического коня  в длину, высотой не ниже </w:t>
      </w:r>
      <w:smartTag w:uri="urn:schemas-microsoft-com:office:smarttags" w:element="metricconverter">
        <w:smartTagPr>
          <w:attr w:name="ProductID" w:val="120 см"/>
        </w:smartTagPr>
        <w:r>
          <w:rPr>
            <w:sz w:val="28"/>
            <w:szCs w:val="28"/>
          </w:rPr>
          <w:t>120 см</w:t>
        </w:r>
      </w:smartTag>
      <w:r>
        <w:rPr>
          <w:sz w:val="28"/>
          <w:szCs w:val="28"/>
        </w:rPr>
        <w:t>.</w:t>
      </w:r>
    </w:p>
    <w:p w:rsidR="005C7EF7" w:rsidRDefault="005C7EF7" w:rsidP="0083220B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Девушки</w:t>
      </w: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Акробатическое упражнение</w:t>
      </w: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И.п. - о.с.</w:t>
      </w: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1. «Старт пловца» - кувырок вперёд в сед с наклоном……………… 1,0</w:t>
      </w: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2. Выпрямляясь, сед углом, руки в стороны………………………… 2,0</w:t>
      </w: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3. Перекатом назад, стойка на лопатках……………………………… 1,0</w:t>
      </w: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4. Перекатом вперёд лечь и «мост»………………………………….. 2,0</w:t>
      </w: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5. Поворот в упор присев……………………………………………… 1,5</w:t>
      </w: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6. Встать в равновесие на одной, выпад вперёд и кувырок вперёд в упор при-</w:t>
      </w: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сев, встать в о.с. ……………………………………………2,5</w:t>
      </w: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Опорный прыжок</w:t>
      </w: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 косого разбега прыжок углом махом одной и толчком другой через гимнастического коня поперёк, высотой не ниже </w:t>
      </w:r>
      <w:smartTag w:uri="urn:schemas-microsoft-com:office:smarttags" w:element="metricconverter">
        <w:smartTagPr>
          <w:attr w:name="ProductID" w:val="110 см"/>
        </w:smartTagPr>
        <w:r>
          <w:rPr>
            <w:sz w:val="28"/>
            <w:szCs w:val="28"/>
          </w:rPr>
          <w:t>110 см</w:t>
        </w:r>
      </w:smartTag>
      <w:r>
        <w:rPr>
          <w:sz w:val="28"/>
          <w:szCs w:val="28"/>
        </w:rPr>
        <w:t>.</w:t>
      </w:r>
    </w:p>
    <w:p w:rsidR="005C7EF7" w:rsidRDefault="005C7EF7" w:rsidP="0083220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СПОРТИВНЫЕ ИГРЫ</w:t>
      </w:r>
    </w:p>
    <w:p w:rsidR="005C7EF7" w:rsidRDefault="005C7EF7" w:rsidP="0083220B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iCs/>
          <w:sz w:val="28"/>
          <w:szCs w:val="28"/>
        </w:rPr>
        <w:t>Баскетбол</w:t>
      </w: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Юноши, Девушки</w:t>
      </w: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Скоростная техника (обводка трех препятствий, стоящих на линиях штрафного броска и в центральном круге, с броском по корзине правой рукой в движении (в 2 шага) и в обратную сторону  - ведение по прямой с броском в движении).</w:t>
      </w: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Участник начинает ведение из-за лицевой линии в пересечении с линией трехсекундной зоны под щитом, обводит препятствия правой - левой - правой руками, выполняет бросок в движении из - под щита (в 2 шага) правой рукой, тут же берет другой мяч, лежащий вне площадки на расстоянии </w:t>
      </w:r>
      <w:smartTag w:uri="urn:schemas-microsoft-com:office:smarttags" w:element="metricconverter">
        <w:smartTagPr>
          <w:attr w:name="ProductID" w:val="0,5 м"/>
        </w:smartTagPr>
        <w:r>
          <w:rPr>
            <w:sz w:val="28"/>
            <w:szCs w:val="28"/>
          </w:rPr>
          <w:t>0,5 м</w:t>
        </w:r>
      </w:smartTag>
      <w:r>
        <w:rPr>
          <w:sz w:val="28"/>
          <w:szCs w:val="28"/>
        </w:rPr>
        <w:t xml:space="preserve"> за лицевой линией под щитом, и продолжает движение в обратную сторону правой рукой кратчайшим путем по прямой к противоположной корзине, заканчивает броском правой рукой в движении из-под щита.</w:t>
      </w: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Фиксируется время преодоления дистанции и точность броска. Остановка</w:t>
      </w: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секундомера осуществляется в момент касания мяча поля после броска в корзину. В случае непопадания мяча в корзину дается 2 дополнительные попытки. За неточное попадание в корзину 2-х невыполненных дополнительных попыток прибавляется дополнительно 10 сек..</w:t>
      </w: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Если участник уходит с площадки, не выполнив дополнительные попытки, прибавляется дополнительно 30 сек..</w:t>
      </w: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За неточное попадание в корзину после ведения «змейкой» участнику к его</w:t>
      </w: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фактическому времени прибавляется дополнительно 5 секунд, за каждое нарушение правил в технике ведения (пробежка, пронос мяча, двойное ведение, неправильная смена рук, касание стоек) участнику к его фактическому времени прибавляется дополнительно за каждое нарушение по 2 сек.</w:t>
      </w:r>
    </w:p>
    <w:p w:rsidR="005C7EF7" w:rsidRDefault="005C7EF7" w:rsidP="0083220B">
      <w:pPr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Футбол</w:t>
      </w:r>
    </w:p>
    <w:p w:rsidR="005C7EF7" w:rsidRDefault="005C7EF7" w:rsidP="0083220B">
      <w:pPr>
        <w:autoSpaceDE w:val="0"/>
        <w:autoSpaceDN w:val="0"/>
        <w:adjustRightInd w:val="0"/>
        <w:rPr>
          <w:sz w:val="24"/>
          <w:szCs w:val="24"/>
        </w:rPr>
      </w:pPr>
      <w:r>
        <w:rPr>
          <w:b/>
          <w:bCs/>
          <w:sz w:val="28"/>
          <w:szCs w:val="28"/>
        </w:rPr>
        <w:t>Юноши, Девушки</w:t>
      </w:r>
    </w:p>
    <w:p w:rsidR="005C7EF7" w:rsidRDefault="005C7EF7" w:rsidP="00C50C0B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Конкурсное испытание заключается в выполнении элементов футбола: удар по воротам после его ведения «змейкой». От лицевой линии (где расположены гандбольные ворота) в семи метрах и в двух метрах от боковой линии баскетбольной площадки устанавливается 6 стоек на расстоянии </w:t>
      </w:r>
      <w:smartTag w:uri="urn:schemas-microsoft-com:office:smarttags" w:element="metricconverter">
        <w:smartTagPr>
          <w:attr w:name="ProductID" w:val="2 м"/>
        </w:smartTagPr>
        <w:r>
          <w:rPr>
            <w:sz w:val="28"/>
            <w:szCs w:val="28"/>
          </w:rPr>
          <w:t>2 м</w:t>
        </w:r>
      </w:smartTag>
      <w:r>
        <w:rPr>
          <w:sz w:val="28"/>
          <w:szCs w:val="28"/>
        </w:rPr>
        <w:t xml:space="preserve"> (первая половина дистанции). На противоположной стороне по линии окончания последней стойки, в обратном направлении, устанавливается 4 стойки на расстоянии </w:t>
      </w:r>
      <w:smartTag w:uri="urn:schemas-microsoft-com:office:smarttags" w:element="metricconverter">
        <w:smartTagPr>
          <w:attr w:name="ProductID" w:val="2 м"/>
        </w:smartTagPr>
        <w:r>
          <w:rPr>
            <w:sz w:val="28"/>
            <w:szCs w:val="28"/>
          </w:rPr>
          <w:t>2 м</w:t>
        </w:r>
      </w:smartTag>
      <w:r>
        <w:rPr>
          <w:sz w:val="28"/>
          <w:szCs w:val="28"/>
        </w:rPr>
        <w:t xml:space="preserve"> (вторая половина дистанции). После последней стойки на второй половине дистанции устанавливается 3-х метровый коридор. Участник по команде, обводит стойки на первой половине дистанции, продолжает вести мяч ко второй половине дистанции и обводит</w:t>
      </w:r>
    </w:p>
    <w:p w:rsidR="005C7EF7" w:rsidRDefault="005C7EF7" w:rsidP="00A7577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стойки. После обводки последней (4 стойки) участник в границах 3-х метрового коридора должен произвести удар по воротам. Фиксируется время выполнения упражнения. За каждый факт нарушения регламента выполнения упражнения к времени выполнения задания добавляются штрафные секунды (5 сек). За неточное попадание мяча после удара в створ ворот начисляется дополнительно 15 секунд.</w:t>
      </w:r>
    </w:p>
    <w:p w:rsidR="005C7EF7" w:rsidRDefault="005C7EF7" w:rsidP="00A75774">
      <w:pPr>
        <w:autoSpaceDE w:val="0"/>
        <w:autoSpaceDN w:val="0"/>
        <w:adjustRightInd w:val="0"/>
        <w:rPr>
          <w:sz w:val="28"/>
          <w:szCs w:val="28"/>
        </w:rPr>
      </w:pPr>
    </w:p>
    <w:p w:rsidR="005C7EF7" w:rsidRDefault="005C7EF7" w:rsidP="00A75774">
      <w:pPr>
        <w:autoSpaceDE w:val="0"/>
        <w:autoSpaceDN w:val="0"/>
        <w:adjustRightInd w:val="0"/>
        <w:rPr>
          <w:sz w:val="28"/>
          <w:szCs w:val="28"/>
        </w:rPr>
      </w:pPr>
    </w:p>
    <w:p w:rsidR="005C7EF7" w:rsidRDefault="005C7EF7" w:rsidP="00A75774">
      <w:pPr>
        <w:autoSpaceDE w:val="0"/>
        <w:autoSpaceDN w:val="0"/>
        <w:adjustRightInd w:val="0"/>
        <w:rPr>
          <w:sz w:val="28"/>
          <w:szCs w:val="28"/>
        </w:rPr>
      </w:pPr>
    </w:p>
    <w:p w:rsidR="005C7EF7" w:rsidRDefault="005C7EF7" w:rsidP="00A757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C7EF7" w:rsidRDefault="005C7EF7" w:rsidP="00A757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C7EF7" w:rsidRDefault="005C7EF7" w:rsidP="00A757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C7EF7" w:rsidRDefault="005C7EF7" w:rsidP="00A757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C7EF7" w:rsidRDefault="005C7EF7" w:rsidP="00A757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C7EF7" w:rsidRDefault="005C7EF7" w:rsidP="00A757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C7EF7" w:rsidRDefault="005C7EF7" w:rsidP="00A757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C7EF7" w:rsidRDefault="005C7EF7" w:rsidP="00A757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ТЕОРЕТИКО-МЕТОДИЧЕСКОЕ ЗАДАНИЕ</w:t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Тестовые задания включают 30 вопросов, к каждому из которых предложено 4 варианта ответа, в них содержатся как правильные, так и неправильные ответы, а также частично соответствующие смыслу вопросов. Вам необходимо выбрать только один ответ, который Вы считаете наиболее полным и правильным. Ответы внести в бланк ответов, или обвести кружочком правильный вариант. Оценивается правильный ответ в 1 балл.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1. С какого года в России физическое воспитание становится обязательным предметом в школе по 2 часа в неделю:</w:t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 xml:space="preserve">а. с 1920 года; </w:t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б. с 1940 года;</w:t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в. с 1970 года;</w:t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г. с 2011 года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 xml:space="preserve">2. В первых известных сейчас Олимпийских играх, состоявшихся в </w:t>
      </w:r>
      <w:smartTag w:uri="urn:schemas-microsoft-com:office:smarttags" w:element="metricconverter">
        <w:smartTagPr>
          <w:attr w:name="ProductID" w:val="776 г"/>
        </w:smartTagPr>
        <w:r w:rsidRPr="00A75774">
          <w:rPr>
            <w:rFonts w:ascii="Times New Roman" w:hAnsi="Times New Roman"/>
            <w:sz w:val="26"/>
            <w:szCs w:val="28"/>
            <w:lang w:eastAsia="ru-RU"/>
          </w:rPr>
          <w:t>776 г</w:t>
        </w:r>
      </w:smartTag>
      <w:r w:rsidRPr="00A75774">
        <w:rPr>
          <w:rFonts w:ascii="Times New Roman" w:hAnsi="Times New Roman"/>
          <w:sz w:val="26"/>
          <w:szCs w:val="28"/>
          <w:lang w:eastAsia="ru-RU"/>
        </w:rPr>
        <w:t>. до нашей эры, атлеты состязались в беге на дистанции, равной...</w:t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а. Двойной длине стадиона</w:t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б. Одному стадию.</w:t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 xml:space="preserve">в. </w:t>
      </w:r>
      <w:smartTag w:uri="urn:schemas-microsoft-com:office:smarttags" w:element="metricconverter">
        <w:smartTagPr>
          <w:attr w:name="ProductID" w:val="200 метрам"/>
        </w:smartTagPr>
        <w:r w:rsidRPr="00A75774">
          <w:rPr>
            <w:rFonts w:ascii="Times New Roman" w:hAnsi="Times New Roman"/>
            <w:sz w:val="26"/>
            <w:szCs w:val="28"/>
            <w:lang w:eastAsia="ru-RU"/>
          </w:rPr>
          <w:t>200 метрам</w:t>
        </w:r>
      </w:smartTag>
      <w:r w:rsidRPr="00A75774">
        <w:rPr>
          <w:rFonts w:ascii="Times New Roman" w:hAnsi="Times New Roman"/>
          <w:sz w:val="26"/>
          <w:szCs w:val="28"/>
          <w:lang w:eastAsia="ru-RU"/>
        </w:rPr>
        <w:t>.</w:t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г. Во время тех игр состязались в борьбе и метаниях, а не в беге.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3. Под физическим развитием понимается ...</w:t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а. Процесс изменения морфофункциональных свойств организма на протяжении жизни.</w:t>
      </w:r>
    </w:p>
    <w:p w:rsidR="005C7EF7" w:rsidRPr="00A75774" w:rsidRDefault="005C7EF7" w:rsidP="00E70B04">
      <w:pPr>
        <w:spacing w:after="100" w:afterAutospacing="1" w:line="240" w:lineRule="auto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б. Размеры мускулатуры, форма тела, функциональные возможности дыхания и кровообращения, физическая работоспособность.</w:t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в. Процесс совершенствования физических качеств с помощью физических упражнений.</w:t>
      </w:r>
    </w:p>
    <w:p w:rsidR="005C7EF7" w:rsidRDefault="005C7EF7" w:rsidP="00A75774">
      <w:pPr>
        <w:spacing w:after="100" w:afterAutospacing="1" w:line="240" w:lineRule="auto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г. Уровень развития двигательных качеств, обусловленный наследственностью и   регулярностью занятий физической культурой и спортом.</w:t>
      </w:r>
    </w:p>
    <w:p w:rsidR="005C7EF7" w:rsidRPr="00A75774" w:rsidRDefault="005C7EF7" w:rsidP="00A75774">
      <w:pPr>
        <w:spacing w:after="100" w:afterAutospacing="1" w:line="240" w:lineRule="auto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4. Техникой физических упражнений принято называть ...</w:t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а. Способ целесообразного решения двигательной задачи.</w:t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б. Способ организации движений при выполнении упражнений.</w:t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в. Состав и последовательность движений при выполнении упражнений.</w:t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г. Рациональную организацию двигательных действий.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5. Интенсивность выполнения упражнений можно определить по  частоте сердечных сокращений. Большая интенсивность упражнений повышает ЧСС до</w:t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а. 120 - 130 ударов в минуту,</w:t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б. 130 - 140 ударов в минуту,</w:t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в. 140 -170 ударов в минуту,</w:t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г. 170 и более ударов в минуту.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6. Какой метод повышения общей выносливости наиболее распространен?</w:t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а.. Метод интервального упражнения в гликолитическом режиме.</w:t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б. Метод повторного упражнения с большой интенсивностью.</w:t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в. Метод непрерывного упражнения с умеренной интенсивностью.</w:t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г. Круговая тренировка в интервальном режиме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7.  Лучшие условия для развития быстроты реакции создаются во  время ...</w:t>
      </w:r>
      <w:r w:rsidRPr="00A75774">
        <w:rPr>
          <w:rFonts w:ascii="Times New Roman" w:hAnsi="Times New Roman"/>
          <w:sz w:val="26"/>
          <w:szCs w:val="28"/>
          <w:lang w:eastAsia="ru-RU"/>
        </w:rPr>
        <w:br/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а. Подвижных и спортивных игр.</w:t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б. "Челночного" бега.</w:t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в. Прыжков в высоту.</w:t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г. Метаний.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8.  В каком году зимние Олимпийские игры   проводились в нашей стране?</w:t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а. Зимние Олимпийские игры будут проводится в 2013 году в Казани.</w:t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б. В 2014 году. зимние Олимпийские игры будут проводится в Сочи.</w:t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 xml:space="preserve">в. В </w:t>
      </w:r>
      <w:smartTag w:uri="urn:schemas-microsoft-com:office:smarttags" w:element="metricconverter">
        <w:smartTagPr>
          <w:attr w:name="ProductID" w:val="2016 г"/>
        </w:smartTagPr>
        <w:r w:rsidRPr="00A75774">
          <w:rPr>
            <w:rFonts w:ascii="Times New Roman" w:hAnsi="Times New Roman"/>
            <w:sz w:val="26"/>
            <w:szCs w:val="28"/>
            <w:lang w:eastAsia="ru-RU"/>
          </w:rPr>
          <w:t>2016 г</w:t>
        </w:r>
      </w:smartTag>
      <w:r w:rsidRPr="00A75774">
        <w:rPr>
          <w:rFonts w:ascii="Times New Roman" w:hAnsi="Times New Roman"/>
          <w:sz w:val="26"/>
          <w:szCs w:val="28"/>
          <w:lang w:eastAsia="ru-RU"/>
        </w:rPr>
        <w:t>.  Олимпийские игры планируется  провести в Москве.</w:t>
      </w:r>
    </w:p>
    <w:p w:rsidR="005C7EF7" w:rsidRPr="00A75774" w:rsidRDefault="005C7EF7" w:rsidP="00E70B0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г. В 2014 году. летние Олимпийские игры будут проводится в Сочи</w:t>
      </w:r>
    </w:p>
    <w:p w:rsidR="005C7EF7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9.  Здоровый образ жизни — это способ жизнедеятельности, направленный на...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а. Развитие физических качеств людей.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б. Поддержание высокой работоспособности людей.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в. Сохранение и улучшение здоровья людей.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г. Подготовку к профессиональной деятельности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10. В каких командных спортивных играх спортсмены СССР и России никогда не становились чемпионами Олимпийских игр?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а. Водное поло.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б. Футбол,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в. Хоккей на траве,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г. Баскетбол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11.  Соблюдение режима дня способствует укреплению здоровья, потому что ...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а. Обеспечивает ритмичность работы организма.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б. Позволяет правильно планировать дела в течение дня.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в. Распределение основных дел осуществляется более или менее стандартно.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г. Позволяет избегать неоправданных физических напряжений.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12.Физическими упражнениями принято называть...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а. Действия, вызывающие функциональные сдвиги в организме.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б. Многократное повторение двигательных действий.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в. Определенным образом организованные двигательные действия.</w:t>
      </w:r>
    </w:p>
    <w:p w:rsidR="005C7EF7" w:rsidRPr="00A75774" w:rsidRDefault="005C7EF7" w:rsidP="00A75774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г. Движения, способствующие повышению работоспособности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13. Жизненная ёмкость лёгких у человека в среднем равна: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а.  4500мл;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б   2500мл;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в.  3000мл;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г.  3500мл.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14. Как дозируются   упражнения   "на   гибкость", сколько движений следует делать в одной серии?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а. Упражнения выполняются до уменьшения амплитуды движений.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б. Выполняется 12-16 циклов движений.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в. Упражнения выполняются до появления пота.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г. Упражнения  выполняются  до  появления  болевых ощущений.</w:t>
      </w:r>
    </w:p>
    <w:p w:rsidR="005C7EF7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15.  Техникой физических упражнений принято называть ...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а. Способ целесообразного решения двигательной задачи.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б. Способ организации движений при выполнении упражнений.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в. Состав и последовательность движений при выполнении упражнений.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г. Рациональную организацию двигательных действий.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16. Наиболее распространенным методом совершенствования скоростно-силовых       способностей является...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а. Интервальная тренировка,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б. Метод повторного выполнения упражнений,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в. Метод выполнения упражнений с переменной интенсивностью,</w:t>
      </w:r>
    </w:p>
    <w:p w:rsidR="005C7EF7" w:rsidRDefault="005C7EF7" w:rsidP="00A75774">
      <w:pPr>
        <w:tabs>
          <w:tab w:val="left" w:pos="5772"/>
        </w:tabs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 xml:space="preserve">              г. Метод расчлененно-конструктивного упражнения</w:t>
      </w:r>
      <w:r w:rsidRPr="00A75774">
        <w:rPr>
          <w:rFonts w:ascii="Times New Roman" w:hAnsi="Times New Roman"/>
          <w:sz w:val="26"/>
          <w:szCs w:val="28"/>
          <w:lang w:eastAsia="ru-RU"/>
        </w:rPr>
        <w:tab/>
      </w:r>
    </w:p>
    <w:p w:rsidR="005C7EF7" w:rsidRPr="00A75774" w:rsidRDefault="005C7EF7" w:rsidP="00B93CFF">
      <w:pPr>
        <w:spacing w:after="100" w:afterAutospacing="1" w:line="240" w:lineRule="auto"/>
        <w:ind w:left="-851"/>
        <w:jc w:val="both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17. Первая помощь при ушибах мягких тканей:</w:t>
      </w:r>
    </w:p>
    <w:p w:rsidR="005C7EF7" w:rsidRPr="00A75774" w:rsidRDefault="005C7EF7" w:rsidP="00B93CFF">
      <w:pPr>
        <w:spacing w:after="100" w:afterAutospacing="1" w:line="240" w:lineRule="auto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а. Тепло на место ушиба, давящая повязка на область кровоизлияния, покой ушибленной   части  тела,  искусственное дыхание.</w:t>
      </w:r>
    </w:p>
    <w:p w:rsidR="005C7EF7" w:rsidRPr="00A75774" w:rsidRDefault="005C7EF7" w:rsidP="00B93CFF">
      <w:pPr>
        <w:spacing w:after="100" w:afterAutospacing="1" w:line="240" w:lineRule="auto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б. Холод на место ушиба, покой ушибленной части тела, наложение транспортной шины, обильное  теплое питье.</w:t>
      </w:r>
    </w:p>
    <w:p w:rsidR="005C7EF7" w:rsidRPr="00A75774" w:rsidRDefault="005C7EF7" w:rsidP="00B93CFF">
      <w:pPr>
        <w:spacing w:after="100" w:afterAutospacing="1" w:line="240" w:lineRule="auto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в. Тепло на место ушиба, давящая повязка на область кровоизлияния, покой ушибленной части тела, конечности придают возвышенное положение.</w:t>
      </w:r>
    </w:p>
    <w:p w:rsidR="005C7EF7" w:rsidRDefault="005C7EF7" w:rsidP="00AF59FD">
      <w:pPr>
        <w:spacing w:after="100" w:afterAutospacing="1" w:line="240" w:lineRule="auto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г. Холод на место ушиба, давящая повязка на область кровоизлияния, покой ушибленной части тела, конечности придают возвышенное положение.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18. Основоположником отечественной системы физического воспитания является: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а. М.В. Ломоносов;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б. К.Д. Ушинский;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в. П.Ф. Лесгафт;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. Н.А. Семашко</w:t>
      </w:r>
    </w:p>
    <w:p w:rsidR="005C7EF7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</w:p>
    <w:p w:rsidR="005C7EF7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</w:p>
    <w:p w:rsidR="005C7EF7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</w:p>
    <w:p w:rsidR="005C7EF7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19. Какие факторы преимущественно обусловливают уровень проявления общей выносливости?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а. Скоростно-силовые способности.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б. Личностно-психические качества.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в. Факторы функциональной экономичности.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г. Аэробные возможности.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20. Кому из русских писателей принадлежат слова: «Надо непременно  встряхнуть себя      физически, чтобы быть здоровым нравственно»: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а. А.П. Чехову;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б. Л.Н. Толстому;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в. И.В. Бунину;</w:t>
      </w:r>
    </w:p>
    <w:p w:rsidR="005C7EF7" w:rsidRPr="00A75774" w:rsidRDefault="005C7EF7" w:rsidP="00AF59FD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г. Ф.М. Достоевскому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21. Основными источниками энергии для организма являются ...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а. Белки и витамины,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б. Углеводы и жиры.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в. Углеводы и минеральные элементы,</w:t>
      </w:r>
    </w:p>
    <w:p w:rsidR="005C7EF7" w:rsidRDefault="005C7EF7" w:rsidP="00AF59FD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г. Белки и жиры.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22.  Под быстротой, как физическим качеством понимается: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а. Способность передвигаться   с большой скоростью.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б. Комплекс свойств, позволяющих выполнять непродолжительную работу.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в. Способность быстро набирать скорость.</w:t>
      </w:r>
    </w:p>
    <w:p w:rsidR="005C7EF7" w:rsidRPr="00A75774" w:rsidRDefault="005C7EF7" w:rsidP="00B93CFF">
      <w:pPr>
        <w:spacing w:after="100" w:afterAutospacing="1" w:line="240" w:lineRule="auto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г. Комплекс свойств, позволяющих быстро реагировать на сигналы и выполнять движения с большой частотой.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23. Физическая подготовка представляет собой...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а. Процесс обучения движениям и воспитания физических качеств.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б. Физическое воспитание с ярко выраженным прикладным эффектом.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в. Уровень развития, характеризующийся высокой работоспособностью.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г. Процесс укрепления здоровья и повышения двигательных возможностей.</w:t>
      </w:r>
    </w:p>
    <w:p w:rsidR="005C7EF7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24.  Обучение двигательным действиям складывается из следующих этапов:</w:t>
      </w:r>
    </w:p>
    <w:p w:rsidR="005C7EF7" w:rsidRPr="00A75774" w:rsidRDefault="005C7EF7" w:rsidP="00B93CFF">
      <w:pPr>
        <w:spacing w:after="100" w:afterAutospacing="1" w:line="240" w:lineRule="auto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а. Первоначального разучивания, углубленного разучивания, закрепления и совершенствования.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б. Первоначального разучивания, совершенствования, автоматизации.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в. Первоначального разучивания, контролирования ошибок, концентрации.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г. Ознакомительный, исполнительный, контролирующий.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25. Кислород в крови переносит ...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а. Оксигемоглобин,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б. Гемоглобин.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в. Плазма,</w:t>
      </w:r>
    </w:p>
    <w:p w:rsidR="005C7EF7" w:rsidRDefault="005C7EF7" w:rsidP="00AF59FD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г. Углекислота.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26. Процесс обучения двигательному действию рекомендуется начинать с освоения ...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а. Исходного положения,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б. Подводящих упражнений,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в. Ведущего звена техники,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г. Основы техники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27. Впервые с 1912 года спортсмены нашей страны выступили под российским флагом в ...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а. 1992 г. на XVI играх в Альбервилле, Франция,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б. 1992 г. на Играх XXV Олимпиады в  Барселон, Испания,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в. 1994 г. на XVII играх в Лиллехаммере, Норвегия,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г. 1996 г. на Играх XXVI Олимпиады в Атланте, США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28. Термин рекреация означает ...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а. Постепенное приспособление организма к нагрузкам;</w:t>
      </w:r>
    </w:p>
    <w:p w:rsidR="005C7EF7" w:rsidRPr="00A75774" w:rsidRDefault="005C7EF7" w:rsidP="00B93CFF">
      <w:pPr>
        <w:spacing w:after="100" w:afterAutospacing="1" w:line="240" w:lineRule="auto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б. Состояние расслабленности, возникающее у субъекта после снятия чрезмерного физического, эмоционального или умственного напряжения;</w:t>
      </w:r>
    </w:p>
    <w:p w:rsidR="005C7EF7" w:rsidRPr="00A75774" w:rsidRDefault="005C7EF7" w:rsidP="00B93CFF">
      <w:pPr>
        <w:spacing w:after="100" w:afterAutospacing="1" w:line="240" w:lineRule="auto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в. Отдых, восстановление сил человека, израсходованных в процессе труда, тренировочных занятий и соревнований;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г. Психотерапию, применяемую индивидом к самому себе.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29 . Восстановление работоспособности достигается быстрее не при пассивном отдыхе организма, а при смене деятельности, называемой активным отдыхом. Это установил: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а. И.М. Сеченов;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б. И.П. Павлов;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в. И.И. Мечников;</w:t>
      </w:r>
    </w:p>
    <w:p w:rsidR="005C7EF7" w:rsidRDefault="005C7EF7" w:rsidP="00AF59FD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>
        <w:rPr>
          <w:rFonts w:ascii="Times New Roman" w:hAnsi="Times New Roman"/>
          <w:sz w:val="26"/>
          <w:szCs w:val="28"/>
          <w:lang w:eastAsia="ru-RU"/>
        </w:rPr>
        <w:t>г. К.А. Темеряз</w:t>
      </w:r>
      <w:r w:rsidRPr="00A75774">
        <w:rPr>
          <w:rFonts w:ascii="Times New Roman" w:hAnsi="Times New Roman"/>
          <w:sz w:val="26"/>
          <w:szCs w:val="28"/>
          <w:lang w:eastAsia="ru-RU"/>
        </w:rPr>
        <w:t>ев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30. Профилактика нарушений осанки осуществляется с помощью...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а. Скоростных упражнений,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б. Силовых упражнений,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в. Упражнений «на гибкость»,</w:t>
      </w:r>
    </w:p>
    <w:p w:rsidR="005C7EF7" w:rsidRPr="00A75774" w:rsidRDefault="005C7EF7" w:rsidP="00B93CFF">
      <w:pPr>
        <w:spacing w:after="100" w:afterAutospacing="1" w:line="240" w:lineRule="auto"/>
        <w:ind w:left="-851" w:firstLine="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г. Упражнений «на выносливость».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</w:p>
    <w:p w:rsidR="005C7EF7" w:rsidRPr="00A75774" w:rsidRDefault="005C7EF7" w:rsidP="00B93CFF">
      <w:pPr>
        <w:spacing w:after="100" w:afterAutospacing="1" w:line="240" w:lineRule="auto"/>
        <w:ind w:left="-851"/>
        <w:jc w:val="center"/>
        <w:rPr>
          <w:rFonts w:ascii="Times New Roman" w:hAnsi="Times New Roman"/>
          <w:b/>
          <w:sz w:val="26"/>
          <w:szCs w:val="28"/>
          <w:lang w:eastAsia="ru-RU"/>
        </w:rPr>
      </w:pPr>
      <w:r w:rsidRPr="00A75774">
        <w:rPr>
          <w:rFonts w:ascii="Times New Roman" w:hAnsi="Times New Roman"/>
          <w:b/>
          <w:sz w:val="26"/>
          <w:szCs w:val="28"/>
          <w:lang w:eastAsia="ru-RU"/>
        </w:rPr>
        <w:t>Задание № 2.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На каждый вопрос  необходимо дать ответ, вписав его в соответствующую графу бланка ответов. Ответы, содержащие перечисление оцениваются по 0,5  балла за каждое правильное суждение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1. Когда и где состоялись  Олимпийские  игры современности?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2. В каком году Российский спортсмен впервые стал Олимпийским чемпионом?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3. Какой вид спорта является вторым по количеству разыгрываемых медалей на современных Олимпийских играх?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4. Что является основной формой подготовки спортсмена?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5. Факел олимпийского огня современных игр зажигается в?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6. Когда впервые был создан Российский олимпийский комитет?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7.Основным специфическим средством физического воспитания  является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8. Высота волейбольной сетки у мужчин равна?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9. Какова длина марафонской дистанции в беге у мужчин?</w:t>
      </w:r>
    </w:p>
    <w:p w:rsidR="005C7EF7" w:rsidRPr="00A75774" w:rsidRDefault="005C7EF7" w:rsidP="00E70B04">
      <w:pPr>
        <w:spacing w:after="100" w:afterAutospacing="1" w:line="240" w:lineRule="auto"/>
        <w:ind w:left="-851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10. Кто был основателем современных олимпийских игр?</w:t>
      </w:r>
    </w:p>
    <w:p w:rsidR="005C7EF7" w:rsidRPr="00A75774" w:rsidRDefault="005C7EF7" w:rsidP="00E70B04">
      <w:pPr>
        <w:spacing w:after="100" w:afterAutospacing="1" w:line="240" w:lineRule="auto"/>
        <w:rPr>
          <w:rFonts w:ascii="Times New Roman" w:hAnsi="Times New Roman"/>
          <w:sz w:val="26"/>
          <w:szCs w:val="28"/>
          <w:lang w:eastAsia="ru-RU"/>
        </w:rPr>
      </w:pPr>
    </w:p>
    <w:p w:rsidR="005C7EF7" w:rsidRPr="00A75774" w:rsidRDefault="005C7EF7" w:rsidP="00E70B04">
      <w:pPr>
        <w:spacing w:after="100" w:afterAutospacing="1" w:line="240" w:lineRule="auto"/>
        <w:rPr>
          <w:rFonts w:ascii="Times New Roman" w:hAnsi="Times New Roman"/>
          <w:sz w:val="26"/>
          <w:szCs w:val="28"/>
          <w:lang w:eastAsia="ru-RU"/>
        </w:rPr>
      </w:pPr>
    </w:p>
    <w:p w:rsidR="005C7EF7" w:rsidRPr="00A75774" w:rsidRDefault="005C7EF7" w:rsidP="00B93CFF">
      <w:pPr>
        <w:spacing w:after="100" w:afterAutospacing="1" w:line="240" w:lineRule="auto"/>
        <w:jc w:val="center"/>
        <w:rPr>
          <w:rFonts w:ascii="Times New Roman" w:hAnsi="Times New Roman"/>
          <w:b/>
          <w:sz w:val="26"/>
          <w:szCs w:val="28"/>
          <w:lang w:eastAsia="ru-RU"/>
        </w:rPr>
      </w:pPr>
      <w:r w:rsidRPr="00A75774">
        <w:rPr>
          <w:rFonts w:ascii="Times New Roman" w:hAnsi="Times New Roman"/>
          <w:b/>
          <w:sz w:val="26"/>
          <w:szCs w:val="28"/>
          <w:lang w:eastAsia="ru-RU"/>
        </w:rPr>
        <w:t xml:space="preserve">Правильные варианты ответов тестовых заданий </w:t>
      </w:r>
    </w:p>
    <w:p w:rsidR="005C7EF7" w:rsidRPr="00A75774" w:rsidRDefault="005C7EF7" w:rsidP="00B93CFF">
      <w:pPr>
        <w:spacing w:after="100" w:afterAutospacing="1" w:line="240" w:lineRule="auto"/>
        <w:jc w:val="center"/>
        <w:rPr>
          <w:rFonts w:ascii="Times New Roman" w:hAnsi="Times New Roman"/>
          <w:b/>
          <w:sz w:val="26"/>
          <w:szCs w:val="28"/>
          <w:lang w:eastAsia="ru-RU"/>
        </w:rPr>
      </w:pPr>
      <w:r w:rsidRPr="00A75774">
        <w:rPr>
          <w:rFonts w:ascii="Times New Roman" w:hAnsi="Times New Roman"/>
          <w:b/>
          <w:sz w:val="26"/>
          <w:szCs w:val="28"/>
          <w:lang w:eastAsia="ru-RU"/>
        </w:rPr>
        <w:t>по физической культуре</w:t>
      </w:r>
    </w:p>
    <w:p w:rsidR="005C7EF7" w:rsidRPr="00A75774" w:rsidRDefault="005C7EF7" w:rsidP="00C05BF1">
      <w:pPr>
        <w:spacing w:after="100" w:afterAutospacing="1" w:line="240" w:lineRule="auto"/>
        <w:jc w:val="center"/>
        <w:rPr>
          <w:rFonts w:ascii="Times New Roman" w:hAnsi="Times New Roman"/>
          <w:b/>
          <w:sz w:val="26"/>
          <w:szCs w:val="28"/>
          <w:lang w:eastAsia="ru-RU"/>
        </w:rPr>
      </w:pPr>
      <w:r w:rsidRPr="00A75774">
        <w:rPr>
          <w:rFonts w:ascii="Times New Roman" w:hAnsi="Times New Roman"/>
          <w:b/>
          <w:sz w:val="26"/>
          <w:szCs w:val="28"/>
          <w:lang w:eastAsia="ru-RU"/>
        </w:rPr>
        <w:t>9-11 классы</w:t>
      </w:r>
    </w:p>
    <w:tbl>
      <w:tblPr>
        <w:tblW w:w="0" w:type="auto"/>
        <w:tblCellSpacing w:w="0" w:type="dxa"/>
        <w:tblInd w:w="2763" w:type="dxa"/>
        <w:tblCellMar>
          <w:left w:w="0" w:type="dxa"/>
          <w:right w:w="0" w:type="dxa"/>
        </w:tblCellMar>
        <w:tblLook w:val="00A0"/>
      </w:tblPr>
      <w:tblGrid>
        <w:gridCol w:w="1196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</w:tblGrid>
      <w:tr w:rsidR="005C7EF7" w:rsidRPr="00A75774" w:rsidTr="00C05BF1">
        <w:trPr>
          <w:tblCellSpacing w:w="0" w:type="dxa"/>
        </w:trPr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bookmarkStart w:id="0" w:name="7c595e4f5f4fa6d7c051f045e444d3ee85c435e4"/>
            <w:bookmarkStart w:id="1" w:name="0"/>
            <w:bookmarkEnd w:id="0"/>
            <w:bookmarkEnd w:id="1"/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№ вопроса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1.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2.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3.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4.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5.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6.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7.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8.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9.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10.</w:t>
            </w:r>
          </w:p>
        </w:tc>
      </w:tr>
      <w:tr w:rsidR="005C7EF7" w:rsidRPr="00A75774" w:rsidTr="00C05BF1">
        <w:trPr>
          <w:tblCellSpacing w:w="0" w:type="dxa"/>
        </w:trPr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ответ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Г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В</w:t>
            </w:r>
          </w:p>
        </w:tc>
      </w:tr>
      <w:tr w:rsidR="005C7EF7" w:rsidRPr="00A75774" w:rsidTr="00C05BF1">
        <w:trPr>
          <w:tblCellSpacing w:w="0" w:type="dxa"/>
        </w:trPr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№ вопроса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11.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12.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13.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14.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15.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16.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17.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18.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19.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20.</w:t>
            </w:r>
          </w:p>
        </w:tc>
      </w:tr>
      <w:tr w:rsidR="005C7EF7" w:rsidRPr="00A75774" w:rsidTr="00C05BF1">
        <w:trPr>
          <w:tblCellSpacing w:w="0" w:type="dxa"/>
        </w:trPr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ответ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Г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Г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Г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Г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Б</w:t>
            </w:r>
          </w:p>
        </w:tc>
      </w:tr>
      <w:tr w:rsidR="005C7EF7" w:rsidRPr="00A75774" w:rsidTr="00C05BF1">
        <w:trPr>
          <w:tblCellSpacing w:w="0" w:type="dxa"/>
        </w:trPr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№ вопроса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21.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22.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23.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24.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25.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26.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27.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28.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29.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30.</w:t>
            </w:r>
          </w:p>
        </w:tc>
      </w:tr>
      <w:tr w:rsidR="005C7EF7" w:rsidRPr="00A75774" w:rsidTr="00C05BF1">
        <w:trPr>
          <w:tblCellSpacing w:w="0" w:type="dxa"/>
        </w:trPr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ответ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Г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Г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vAlign w:val="center"/>
          </w:tcPr>
          <w:p w:rsidR="005C7EF7" w:rsidRPr="00A75774" w:rsidRDefault="005C7EF7" w:rsidP="00C05BF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6"/>
                <w:szCs w:val="28"/>
                <w:lang w:eastAsia="ru-RU"/>
              </w:rPr>
            </w:pPr>
            <w:r w:rsidRPr="00A75774">
              <w:rPr>
                <w:rFonts w:ascii="Times New Roman" w:hAnsi="Times New Roman"/>
                <w:sz w:val="26"/>
                <w:szCs w:val="28"/>
                <w:lang w:eastAsia="ru-RU"/>
              </w:rPr>
              <w:t>Б</w:t>
            </w:r>
          </w:p>
        </w:tc>
      </w:tr>
    </w:tbl>
    <w:p w:rsidR="005C7EF7" w:rsidRPr="00A75774" w:rsidRDefault="005C7EF7" w:rsidP="00C05BF1">
      <w:pPr>
        <w:spacing w:after="100" w:afterAutospacing="1" w:line="240" w:lineRule="auto"/>
        <w:jc w:val="center"/>
        <w:rPr>
          <w:rFonts w:ascii="Times New Roman" w:hAnsi="Times New Roman"/>
          <w:b/>
          <w:sz w:val="26"/>
          <w:szCs w:val="28"/>
          <w:lang w:eastAsia="ru-RU"/>
        </w:rPr>
      </w:pPr>
    </w:p>
    <w:p w:rsidR="005C7EF7" w:rsidRPr="00A75774" w:rsidRDefault="005C7EF7" w:rsidP="00C05BF1">
      <w:pPr>
        <w:spacing w:after="100" w:afterAutospacing="1" w:line="240" w:lineRule="auto"/>
        <w:jc w:val="center"/>
        <w:rPr>
          <w:rFonts w:ascii="Times New Roman" w:hAnsi="Times New Roman"/>
          <w:b/>
          <w:sz w:val="26"/>
          <w:szCs w:val="28"/>
          <w:lang w:eastAsia="ru-RU"/>
        </w:rPr>
      </w:pPr>
      <w:r w:rsidRPr="00A75774">
        <w:rPr>
          <w:rFonts w:ascii="Times New Roman" w:hAnsi="Times New Roman"/>
          <w:b/>
          <w:sz w:val="26"/>
          <w:szCs w:val="28"/>
          <w:lang w:eastAsia="ru-RU"/>
        </w:rPr>
        <w:t>Ответы к заданию  № 2</w:t>
      </w:r>
    </w:p>
    <w:p w:rsidR="005C7EF7" w:rsidRPr="00A75774" w:rsidRDefault="005C7EF7" w:rsidP="00E70B04">
      <w:pPr>
        <w:numPr>
          <w:ilvl w:val="0"/>
          <w:numId w:val="1"/>
        </w:numPr>
        <w:spacing w:after="100" w:afterAutospacing="1" w:line="240" w:lineRule="auto"/>
        <w:ind w:left="0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6 апреля 1886 года в городе Афины, Греция</w:t>
      </w:r>
    </w:p>
    <w:p w:rsidR="005C7EF7" w:rsidRPr="00A75774" w:rsidRDefault="005C7EF7" w:rsidP="00E70B04">
      <w:pPr>
        <w:numPr>
          <w:ilvl w:val="0"/>
          <w:numId w:val="1"/>
        </w:numPr>
        <w:spacing w:after="100" w:afterAutospacing="1" w:line="240" w:lineRule="auto"/>
        <w:ind w:left="0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 1908 году</w:t>
      </w:r>
    </w:p>
    <w:p w:rsidR="005C7EF7" w:rsidRPr="00A75774" w:rsidRDefault="005C7EF7" w:rsidP="00E70B04">
      <w:pPr>
        <w:numPr>
          <w:ilvl w:val="0"/>
          <w:numId w:val="1"/>
        </w:numPr>
        <w:spacing w:after="100" w:afterAutospacing="1" w:line="240" w:lineRule="auto"/>
        <w:ind w:left="0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Плавание</w:t>
      </w:r>
    </w:p>
    <w:p w:rsidR="005C7EF7" w:rsidRPr="00A75774" w:rsidRDefault="005C7EF7" w:rsidP="00E70B04">
      <w:pPr>
        <w:numPr>
          <w:ilvl w:val="0"/>
          <w:numId w:val="1"/>
        </w:numPr>
        <w:spacing w:after="100" w:afterAutospacing="1" w:line="240" w:lineRule="auto"/>
        <w:ind w:left="0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Тренировка</w:t>
      </w:r>
    </w:p>
    <w:p w:rsidR="005C7EF7" w:rsidRPr="00A75774" w:rsidRDefault="005C7EF7" w:rsidP="00E70B04">
      <w:pPr>
        <w:numPr>
          <w:ilvl w:val="0"/>
          <w:numId w:val="1"/>
        </w:numPr>
        <w:spacing w:after="100" w:afterAutospacing="1" w:line="240" w:lineRule="auto"/>
        <w:ind w:left="0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 Олимпии</w:t>
      </w:r>
    </w:p>
    <w:p w:rsidR="005C7EF7" w:rsidRPr="00A75774" w:rsidRDefault="005C7EF7" w:rsidP="00E70B04">
      <w:pPr>
        <w:numPr>
          <w:ilvl w:val="0"/>
          <w:numId w:val="1"/>
        </w:numPr>
        <w:spacing w:after="100" w:afterAutospacing="1" w:line="240" w:lineRule="auto"/>
        <w:ind w:left="0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в 1911 году</w:t>
      </w:r>
    </w:p>
    <w:p w:rsidR="005C7EF7" w:rsidRPr="00A75774" w:rsidRDefault="005C7EF7" w:rsidP="00E70B04">
      <w:pPr>
        <w:numPr>
          <w:ilvl w:val="0"/>
          <w:numId w:val="1"/>
        </w:numPr>
        <w:spacing w:after="100" w:afterAutospacing="1" w:line="240" w:lineRule="auto"/>
        <w:ind w:left="0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Физическое упражнение</w:t>
      </w:r>
    </w:p>
    <w:p w:rsidR="005C7EF7" w:rsidRPr="00A75774" w:rsidRDefault="005C7EF7" w:rsidP="00E70B04">
      <w:pPr>
        <w:numPr>
          <w:ilvl w:val="0"/>
          <w:numId w:val="1"/>
        </w:numPr>
        <w:spacing w:after="100" w:afterAutospacing="1" w:line="240" w:lineRule="auto"/>
        <w:ind w:left="0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243 см.</w:t>
      </w:r>
    </w:p>
    <w:p w:rsidR="005C7EF7" w:rsidRPr="00A75774" w:rsidRDefault="005C7EF7" w:rsidP="00E70B04">
      <w:pPr>
        <w:numPr>
          <w:ilvl w:val="0"/>
          <w:numId w:val="1"/>
        </w:numPr>
        <w:spacing w:after="100" w:afterAutospacing="1" w:line="240" w:lineRule="auto"/>
        <w:ind w:left="0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42км. 195 см</w:t>
      </w:r>
    </w:p>
    <w:p w:rsidR="005C7EF7" w:rsidRPr="00A75774" w:rsidRDefault="005C7EF7" w:rsidP="00E70B04">
      <w:pPr>
        <w:numPr>
          <w:ilvl w:val="0"/>
          <w:numId w:val="1"/>
        </w:numPr>
        <w:spacing w:after="100" w:afterAutospacing="1" w:line="240" w:lineRule="auto"/>
        <w:ind w:left="0"/>
        <w:rPr>
          <w:rFonts w:ascii="Times New Roman" w:hAnsi="Times New Roman"/>
          <w:sz w:val="26"/>
          <w:szCs w:val="28"/>
          <w:lang w:eastAsia="ru-RU"/>
        </w:rPr>
      </w:pPr>
      <w:r w:rsidRPr="00A75774">
        <w:rPr>
          <w:rFonts w:ascii="Times New Roman" w:hAnsi="Times New Roman"/>
          <w:sz w:val="26"/>
          <w:szCs w:val="28"/>
          <w:lang w:eastAsia="ru-RU"/>
        </w:rPr>
        <w:t>Пьер де Кубертен</w:t>
      </w:r>
    </w:p>
    <w:p w:rsidR="005C7EF7" w:rsidRDefault="005C7EF7" w:rsidP="00E70B04">
      <w:pPr>
        <w:spacing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C7EF7" w:rsidRDefault="005C7EF7" w:rsidP="00E70B04">
      <w:pPr>
        <w:spacing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C7EF7" w:rsidRDefault="005C7EF7" w:rsidP="00E70B04">
      <w:pPr>
        <w:spacing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C7EF7" w:rsidRDefault="005C7EF7" w:rsidP="00E70B04">
      <w:pPr>
        <w:spacing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C7EF7" w:rsidRDefault="005C7EF7" w:rsidP="00E70B04">
      <w:pPr>
        <w:spacing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C7EF7" w:rsidRDefault="005C7EF7" w:rsidP="00E70B04">
      <w:pPr>
        <w:spacing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C7EF7" w:rsidRDefault="005C7EF7" w:rsidP="00E70B04">
      <w:pPr>
        <w:spacing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C7EF7" w:rsidRDefault="005C7EF7" w:rsidP="00E70B04">
      <w:pPr>
        <w:spacing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C7EF7" w:rsidRDefault="005C7EF7" w:rsidP="00E70B04">
      <w:pPr>
        <w:spacing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C7EF7" w:rsidRDefault="005C7EF7" w:rsidP="00E70B04">
      <w:pPr>
        <w:spacing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C7EF7" w:rsidRDefault="005C7EF7" w:rsidP="00E70B04">
      <w:pPr>
        <w:spacing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</w:p>
    <w:p w:rsidR="005C7EF7" w:rsidRDefault="005C7EF7" w:rsidP="0083220B">
      <w:pPr>
        <w:autoSpaceDE w:val="0"/>
        <w:autoSpaceDN w:val="0"/>
        <w:adjustRightInd w:val="0"/>
        <w:rPr>
          <w:sz w:val="28"/>
          <w:szCs w:val="28"/>
        </w:rPr>
      </w:pPr>
    </w:p>
    <w:sectPr w:rsidR="005C7EF7" w:rsidSect="00A75774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A0723"/>
    <w:multiLevelType w:val="multilevel"/>
    <w:tmpl w:val="65362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166C"/>
    <w:rsid w:val="000B4F0C"/>
    <w:rsid w:val="00160D7D"/>
    <w:rsid w:val="001E11D5"/>
    <w:rsid w:val="00226488"/>
    <w:rsid w:val="003C68C7"/>
    <w:rsid w:val="00493C6D"/>
    <w:rsid w:val="005441D7"/>
    <w:rsid w:val="005C7EF7"/>
    <w:rsid w:val="006C0430"/>
    <w:rsid w:val="007261EA"/>
    <w:rsid w:val="0083220B"/>
    <w:rsid w:val="0089166C"/>
    <w:rsid w:val="00A75774"/>
    <w:rsid w:val="00AF59FD"/>
    <w:rsid w:val="00B93CFF"/>
    <w:rsid w:val="00C05BF1"/>
    <w:rsid w:val="00C50C0B"/>
    <w:rsid w:val="00CC06B3"/>
    <w:rsid w:val="00E70B04"/>
    <w:rsid w:val="00E83E60"/>
    <w:rsid w:val="00E84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F0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34">
    <w:name w:val="c34"/>
    <w:basedOn w:val="Normal"/>
    <w:uiPriority w:val="99"/>
    <w:rsid w:val="008916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3">
    <w:name w:val="c33"/>
    <w:basedOn w:val="DefaultParagraphFont"/>
    <w:uiPriority w:val="99"/>
    <w:rsid w:val="0089166C"/>
    <w:rPr>
      <w:rFonts w:cs="Times New Roman"/>
    </w:rPr>
  </w:style>
  <w:style w:type="paragraph" w:customStyle="1" w:styleId="c11">
    <w:name w:val="c11"/>
    <w:basedOn w:val="Normal"/>
    <w:uiPriority w:val="99"/>
    <w:rsid w:val="008916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DefaultParagraphFont"/>
    <w:uiPriority w:val="99"/>
    <w:rsid w:val="0089166C"/>
    <w:rPr>
      <w:rFonts w:cs="Times New Roman"/>
    </w:rPr>
  </w:style>
  <w:style w:type="character" w:customStyle="1" w:styleId="c4">
    <w:name w:val="c4"/>
    <w:basedOn w:val="DefaultParagraphFont"/>
    <w:uiPriority w:val="99"/>
    <w:rsid w:val="0089166C"/>
    <w:rPr>
      <w:rFonts w:cs="Times New Roman"/>
    </w:rPr>
  </w:style>
  <w:style w:type="paragraph" w:customStyle="1" w:styleId="c18">
    <w:name w:val="c18"/>
    <w:basedOn w:val="Normal"/>
    <w:uiPriority w:val="99"/>
    <w:rsid w:val="008916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DefaultParagraphFont"/>
    <w:uiPriority w:val="99"/>
    <w:rsid w:val="0089166C"/>
    <w:rPr>
      <w:rFonts w:cs="Times New Roman"/>
    </w:rPr>
  </w:style>
  <w:style w:type="paragraph" w:customStyle="1" w:styleId="c16">
    <w:name w:val="c16"/>
    <w:basedOn w:val="Normal"/>
    <w:uiPriority w:val="99"/>
    <w:rsid w:val="008916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">
    <w:name w:val="c10"/>
    <w:basedOn w:val="Normal"/>
    <w:uiPriority w:val="99"/>
    <w:rsid w:val="008916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9">
    <w:name w:val="c9"/>
    <w:basedOn w:val="Normal"/>
    <w:uiPriority w:val="99"/>
    <w:rsid w:val="008916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2">
    <w:name w:val="c12"/>
    <w:basedOn w:val="Normal"/>
    <w:uiPriority w:val="99"/>
    <w:rsid w:val="008916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6">
    <w:name w:val="c26"/>
    <w:basedOn w:val="Normal"/>
    <w:uiPriority w:val="99"/>
    <w:rsid w:val="008916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2">
    <w:name w:val="c22"/>
    <w:basedOn w:val="Normal"/>
    <w:uiPriority w:val="99"/>
    <w:rsid w:val="008916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0">
    <w:name w:val="c0"/>
    <w:basedOn w:val="Normal"/>
    <w:uiPriority w:val="99"/>
    <w:rsid w:val="008916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Normal"/>
    <w:uiPriority w:val="99"/>
    <w:rsid w:val="008916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7">
    <w:name w:val="c37"/>
    <w:basedOn w:val="DefaultParagraphFont"/>
    <w:uiPriority w:val="99"/>
    <w:rsid w:val="0089166C"/>
    <w:rPr>
      <w:rFonts w:cs="Times New Roman"/>
    </w:rPr>
  </w:style>
  <w:style w:type="character" w:customStyle="1" w:styleId="c43">
    <w:name w:val="c43"/>
    <w:basedOn w:val="DefaultParagraphFont"/>
    <w:uiPriority w:val="99"/>
    <w:rsid w:val="0089166C"/>
    <w:rPr>
      <w:rFonts w:cs="Times New Roman"/>
    </w:rPr>
  </w:style>
  <w:style w:type="character" w:customStyle="1" w:styleId="c1">
    <w:name w:val="c1"/>
    <w:basedOn w:val="DefaultParagraphFont"/>
    <w:uiPriority w:val="99"/>
    <w:rsid w:val="0089166C"/>
    <w:rPr>
      <w:rFonts w:cs="Times New Roman"/>
    </w:rPr>
  </w:style>
  <w:style w:type="paragraph" w:customStyle="1" w:styleId="c28">
    <w:name w:val="c28"/>
    <w:basedOn w:val="Normal"/>
    <w:uiPriority w:val="99"/>
    <w:rsid w:val="008916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DefaultParagraphFont"/>
    <w:uiPriority w:val="99"/>
    <w:rsid w:val="0089166C"/>
    <w:rPr>
      <w:rFonts w:cs="Times New Roman"/>
    </w:rPr>
  </w:style>
  <w:style w:type="table" w:styleId="TableGrid">
    <w:name w:val="Table Grid"/>
    <w:basedOn w:val="TableNormal"/>
    <w:uiPriority w:val="99"/>
    <w:locked/>
    <w:rsid w:val="0083220B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43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</TotalTime>
  <Pages>12</Pages>
  <Words>2044</Words>
  <Characters>11652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увр</cp:lastModifiedBy>
  <cp:revision>5</cp:revision>
  <dcterms:created xsi:type="dcterms:W3CDTF">2015-09-14T16:09:00Z</dcterms:created>
  <dcterms:modified xsi:type="dcterms:W3CDTF">2015-09-18T06:09:00Z</dcterms:modified>
</cp:coreProperties>
</file>